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EB8530" w14:textId="77777777" w:rsidR="0022308A" w:rsidRPr="0022308A" w:rsidRDefault="00997F14" w:rsidP="0022308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22308A" w:rsidRPr="0022308A">
        <w:rPr>
          <w:rFonts w:ascii="Corbel" w:hAnsi="Corbel"/>
          <w:bCs/>
          <w:i/>
        </w:rPr>
        <w:t>Załącznik nr 1.5 do Zarządzenia Rektora UR nr 7/2023</w:t>
      </w:r>
    </w:p>
    <w:p w14:paraId="186160B3" w14:textId="77777777" w:rsidR="0022308A" w:rsidRPr="0022308A" w:rsidRDefault="0022308A" w:rsidP="0022308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2308A">
        <w:rPr>
          <w:rFonts w:ascii="Corbel" w:hAnsi="Corbel"/>
          <w:b/>
          <w:smallCaps/>
          <w:sz w:val="24"/>
          <w:szCs w:val="24"/>
        </w:rPr>
        <w:t>SYLABUS</w:t>
      </w:r>
    </w:p>
    <w:p w14:paraId="6AC779D5" w14:textId="1A644BE5" w:rsidR="0022308A" w:rsidRPr="0022308A" w:rsidRDefault="0022308A" w:rsidP="0022308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2308A">
        <w:rPr>
          <w:rFonts w:ascii="Corbel" w:hAnsi="Corbel"/>
          <w:b/>
          <w:smallCaps/>
          <w:sz w:val="24"/>
          <w:szCs w:val="24"/>
        </w:rPr>
        <w:t>dotyczy cyklu kształcenia 202</w:t>
      </w:r>
      <w:r w:rsidR="002719F4">
        <w:rPr>
          <w:rFonts w:ascii="Corbel" w:hAnsi="Corbel"/>
          <w:b/>
          <w:smallCaps/>
          <w:sz w:val="24"/>
          <w:szCs w:val="24"/>
        </w:rPr>
        <w:t>5</w:t>
      </w:r>
      <w:r w:rsidRPr="0022308A">
        <w:rPr>
          <w:rFonts w:ascii="Corbel" w:hAnsi="Corbel"/>
          <w:b/>
          <w:smallCaps/>
          <w:sz w:val="24"/>
          <w:szCs w:val="24"/>
        </w:rPr>
        <w:t>-202</w:t>
      </w:r>
      <w:r w:rsidR="002719F4">
        <w:rPr>
          <w:rFonts w:ascii="Corbel" w:hAnsi="Corbel"/>
          <w:b/>
          <w:smallCaps/>
          <w:sz w:val="24"/>
          <w:szCs w:val="24"/>
        </w:rPr>
        <w:t>8</w:t>
      </w:r>
    </w:p>
    <w:p w14:paraId="0199D32C" w14:textId="77777777" w:rsidR="0022308A" w:rsidRPr="0022308A" w:rsidRDefault="0022308A" w:rsidP="0022308A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22308A">
        <w:rPr>
          <w:rFonts w:ascii="Corbel" w:hAnsi="Corbel"/>
          <w:i/>
          <w:sz w:val="20"/>
          <w:szCs w:val="20"/>
        </w:rPr>
        <w:t>(skrajne daty</w:t>
      </w:r>
      <w:r w:rsidRPr="0022308A">
        <w:rPr>
          <w:rFonts w:ascii="Corbel" w:hAnsi="Corbel"/>
          <w:sz w:val="20"/>
          <w:szCs w:val="20"/>
        </w:rPr>
        <w:t>)</w:t>
      </w:r>
    </w:p>
    <w:p w14:paraId="27226A15" w14:textId="0841E948" w:rsidR="00445970" w:rsidRPr="00EA4832" w:rsidRDefault="0022308A" w:rsidP="0022308A">
      <w:pPr>
        <w:spacing w:line="240" w:lineRule="auto"/>
        <w:jc w:val="center"/>
        <w:rPr>
          <w:rFonts w:ascii="Corbel" w:hAnsi="Corbel"/>
          <w:sz w:val="20"/>
          <w:szCs w:val="20"/>
        </w:rPr>
      </w:pPr>
      <w:r w:rsidRPr="0022308A">
        <w:rPr>
          <w:rFonts w:ascii="Corbel" w:hAnsi="Corbel"/>
          <w:sz w:val="20"/>
          <w:szCs w:val="20"/>
        </w:rPr>
        <w:t>Rok akademicki 202</w:t>
      </w:r>
      <w:r w:rsidR="002719F4">
        <w:rPr>
          <w:rFonts w:ascii="Corbel" w:hAnsi="Corbel"/>
          <w:sz w:val="20"/>
          <w:szCs w:val="20"/>
        </w:rPr>
        <w:t>5</w:t>
      </w:r>
      <w:r w:rsidRPr="0022308A">
        <w:rPr>
          <w:rFonts w:ascii="Corbel" w:hAnsi="Corbel"/>
          <w:sz w:val="20"/>
          <w:szCs w:val="20"/>
        </w:rPr>
        <w:t>/202</w:t>
      </w:r>
      <w:r w:rsidR="002719F4">
        <w:rPr>
          <w:rFonts w:ascii="Corbel" w:hAnsi="Corbel"/>
          <w:sz w:val="20"/>
          <w:szCs w:val="20"/>
        </w:rPr>
        <w:t>6</w:t>
      </w: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ADC2305" w14:textId="77777777" w:rsidTr="619F624C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B5F3737" w14:textId="77777777" w:rsidR="0085747A" w:rsidRPr="00424B06" w:rsidRDefault="0093621E" w:rsidP="619F624C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424B06">
              <w:rPr>
                <w:rFonts w:ascii="Corbel" w:hAnsi="Corbel"/>
                <w:bCs/>
                <w:sz w:val="24"/>
                <w:szCs w:val="24"/>
              </w:rPr>
              <w:t>Historia polskiej polityki zagranicznej 1918-1989</w:t>
            </w:r>
          </w:p>
        </w:tc>
      </w:tr>
      <w:tr w:rsidR="0085747A" w:rsidRPr="009C54AE" w14:paraId="4B25595A" w14:textId="77777777" w:rsidTr="619F624C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837D3D4" w14:textId="77777777" w:rsidR="0085747A" w:rsidRPr="00B80227" w:rsidRDefault="00BC5C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227">
              <w:rPr>
                <w:rFonts w:ascii="Corbel" w:hAnsi="Corbel"/>
                <w:b w:val="0"/>
                <w:sz w:val="24"/>
                <w:szCs w:val="24"/>
              </w:rPr>
              <w:t>MK_02</w:t>
            </w:r>
          </w:p>
        </w:tc>
      </w:tr>
      <w:tr w:rsidR="00B80227" w:rsidRPr="009C54AE" w14:paraId="5C0172EC" w14:textId="77777777" w:rsidTr="00DE2B0E">
        <w:tc>
          <w:tcPr>
            <w:tcW w:w="2694" w:type="dxa"/>
            <w:vAlign w:val="center"/>
          </w:tcPr>
          <w:p w14:paraId="249A5C16" w14:textId="77777777" w:rsidR="00B80227" w:rsidRPr="009C54AE" w:rsidRDefault="00B80227" w:rsidP="00B8022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</w:tcPr>
          <w:p w14:paraId="7E3E3000" w14:textId="1520A7DB" w:rsidR="00B80227" w:rsidRPr="00B80227" w:rsidRDefault="00B80227" w:rsidP="00B802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227">
              <w:rPr>
                <w:rFonts w:ascii="Corbel" w:hAnsi="Corbel"/>
                <w:b w:val="0"/>
                <w:sz w:val="24"/>
                <w:szCs w:val="24"/>
              </w:rPr>
              <w:t>Wydział Nauk Społecznych</w:t>
            </w:r>
          </w:p>
        </w:tc>
      </w:tr>
      <w:tr w:rsidR="00B80227" w:rsidRPr="009C54AE" w14:paraId="4FEDF307" w14:textId="77777777" w:rsidTr="00DE2B0E">
        <w:tc>
          <w:tcPr>
            <w:tcW w:w="2694" w:type="dxa"/>
            <w:vAlign w:val="center"/>
          </w:tcPr>
          <w:p w14:paraId="0A39E105" w14:textId="77777777" w:rsidR="00B80227" w:rsidRPr="009C54AE" w:rsidRDefault="00B80227" w:rsidP="00B802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56BCBDC3" w14:textId="0AF27087" w:rsidR="00B80227" w:rsidRPr="00B80227" w:rsidRDefault="00B80227" w:rsidP="00B802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227">
              <w:rPr>
                <w:rFonts w:ascii="Corbel" w:hAnsi="Corbel"/>
                <w:b w:val="0"/>
                <w:sz w:val="24"/>
                <w:szCs w:val="24"/>
              </w:rPr>
              <w:t>Instytut Nauk o Polityce i Bezpieczeństwie</w:t>
            </w:r>
          </w:p>
        </w:tc>
      </w:tr>
      <w:tr w:rsidR="0085747A" w:rsidRPr="009C54AE" w14:paraId="33D7EC50" w14:textId="77777777" w:rsidTr="619F624C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7BE4E9F" w14:textId="77777777" w:rsidR="0085747A" w:rsidRPr="009C54AE" w:rsidRDefault="00B915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9C54AE" w14:paraId="2334054F" w14:textId="77777777" w:rsidTr="619F624C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3B687EC" w14:textId="77777777" w:rsidR="0085747A" w:rsidRPr="009C54AE" w:rsidRDefault="00B915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9C54AE" w14:paraId="020B26A7" w14:textId="77777777" w:rsidTr="619F624C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85747A" w:rsidRPr="009C54AE" w:rsidRDefault="00BC5C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740800E" w14:textId="77777777" w:rsidTr="619F624C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00214B8" w14:textId="77777777" w:rsidR="0085747A" w:rsidRPr="009C54AE" w:rsidRDefault="00FC12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B9151C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14:paraId="7360DD52" w14:textId="77777777" w:rsidTr="619F624C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139D614" w14:textId="77777777" w:rsidR="0085747A" w:rsidRPr="009C54AE" w:rsidRDefault="00B915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I, 1</w:t>
            </w:r>
          </w:p>
        </w:tc>
      </w:tr>
      <w:tr w:rsidR="0085747A" w:rsidRPr="009C54AE" w14:paraId="480733A6" w14:textId="77777777" w:rsidTr="619F624C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EE4E00" w14:textId="77777777" w:rsidR="0085747A" w:rsidRPr="009C54AE" w:rsidRDefault="00BC5C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14:paraId="2786482B" w14:textId="77777777" w:rsidTr="619F624C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5E10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C5C51" w:rsidRPr="009C54AE" w14:paraId="403CB099" w14:textId="77777777" w:rsidTr="619F624C">
        <w:tc>
          <w:tcPr>
            <w:tcW w:w="2694" w:type="dxa"/>
            <w:vAlign w:val="center"/>
          </w:tcPr>
          <w:p w14:paraId="69C2AF6E" w14:textId="77777777" w:rsidR="00BC5C51" w:rsidRPr="009C54AE" w:rsidRDefault="00BC5C51" w:rsidP="00BC5C5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791003B" w14:textId="58C0A019" w:rsidR="00BC5C51" w:rsidRPr="009C54AE" w:rsidRDefault="00BC5C51" w:rsidP="00BC5C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541305">
              <w:rPr>
                <w:rFonts w:ascii="Corbel" w:hAnsi="Corbel"/>
                <w:b w:val="0"/>
                <w:sz w:val="24"/>
                <w:szCs w:val="24"/>
              </w:rPr>
              <w:t xml:space="preserve">Andrzej </w:t>
            </w:r>
            <w:proofErr w:type="spellStart"/>
            <w:r w:rsidR="00541305">
              <w:rPr>
                <w:rFonts w:ascii="Corbel" w:hAnsi="Corbel"/>
                <w:b w:val="0"/>
                <w:sz w:val="24"/>
                <w:szCs w:val="24"/>
              </w:rPr>
              <w:t>Bonusiak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BC5C51" w:rsidRPr="009C54AE" w14:paraId="2E805762" w14:textId="77777777" w:rsidTr="619F624C">
        <w:tc>
          <w:tcPr>
            <w:tcW w:w="2694" w:type="dxa"/>
            <w:vAlign w:val="center"/>
          </w:tcPr>
          <w:p w14:paraId="471FE442" w14:textId="77777777" w:rsidR="00BC5C51" w:rsidRPr="009C54AE" w:rsidRDefault="00BC5C51" w:rsidP="00BC5C5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A3BAF0F" w14:textId="3AD339F4" w:rsidR="00BC5C51" w:rsidRPr="009C54AE" w:rsidRDefault="00BC5C51" w:rsidP="00BC5C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541305">
              <w:rPr>
                <w:rFonts w:ascii="Corbel" w:hAnsi="Corbel"/>
                <w:b w:val="0"/>
                <w:sz w:val="24"/>
                <w:szCs w:val="24"/>
              </w:rPr>
              <w:t xml:space="preserve">Andrzej </w:t>
            </w:r>
            <w:proofErr w:type="spellStart"/>
            <w:r w:rsidR="00541305">
              <w:rPr>
                <w:rFonts w:ascii="Corbel" w:hAnsi="Corbel"/>
                <w:b w:val="0"/>
                <w:sz w:val="24"/>
                <w:szCs w:val="24"/>
              </w:rPr>
              <w:t>Bonusiak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0"/>
        <w:gridCol w:w="1020"/>
        <w:gridCol w:w="765"/>
        <w:gridCol w:w="1005"/>
        <w:gridCol w:w="720"/>
        <w:gridCol w:w="795"/>
        <w:gridCol w:w="660"/>
        <w:gridCol w:w="975"/>
        <w:gridCol w:w="1185"/>
        <w:gridCol w:w="1243"/>
      </w:tblGrid>
      <w:tr w:rsidR="00015B8F" w:rsidRPr="009C54AE" w14:paraId="4A00F406" w14:textId="77777777" w:rsidTr="619F624C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FDC54EF" w14:textId="77777777" w:rsidTr="619F624C">
        <w:trPr>
          <w:trHeight w:val="453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41BE" w14:textId="77777777" w:rsidR="00015B8F" w:rsidRPr="009C54AE" w:rsidRDefault="005E10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480AD" w14:textId="2059B8C5" w:rsidR="00015B8F" w:rsidRPr="009C54AE" w:rsidRDefault="00FC12E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19F624C">
              <w:rPr>
                <w:rFonts w:ascii="Corbel" w:hAnsi="Corbel"/>
                <w:sz w:val="24"/>
                <w:szCs w:val="24"/>
              </w:rPr>
              <w:t>2</w:t>
            </w:r>
            <w:r w:rsidR="005E1008" w:rsidRPr="619F624C">
              <w:rPr>
                <w:rFonts w:ascii="Corbel" w:hAnsi="Corbel"/>
                <w:sz w:val="24"/>
                <w:szCs w:val="24"/>
              </w:rPr>
              <w:t xml:space="preserve">0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3FA74" w14:textId="7FA715D2" w:rsidR="00015B8F" w:rsidRPr="009C54AE" w:rsidRDefault="00BC5C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19F624C">
              <w:rPr>
                <w:rFonts w:ascii="Corbel" w:hAnsi="Corbel"/>
                <w:sz w:val="24"/>
                <w:szCs w:val="24"/>
              </w:rPr>
              <w:t>20</w:t>
            </w:r>
            <w:r w:rsidR="005E1008" w:rsidRPr="619F624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EA11" w14:textId="77777777" w:rsidR="00015B8F" w:rsidRPr="009C54AE" w:rsidRDefault="005E10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4B99056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7C316DF" w14:textId="77777777" w:rsidR="0085747A" w:rsidRPr="00EC0BA6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EC0BA6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EC0BA6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3AE2E3F3" w:rsidR="00E22FBC" w:rsidRPr="009C54AE" w:rsidRDefault="00E22FBC" w:rsidP="7F23BD2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7F23BD21">
        <w:rPr>
          <w:rFonts w:ascii="Corbel" w:hAnsi="Corbel"/>
          <w:smallCaps w:val="0"/>
        </w:rPr>
        <w:t xml:space="preserve">1.3 </w:t>
      </w:r>
      <w:r>
        <w:tab/>
      </w:r>
      <w:r w:rsidRPr="7F23BD21">
        <w:rPr>
          <w:rFonts w:ascii="Corbel" w:hAnsi="Corbel"/>
          <w:smallCaps w:val="0"/>
        </w:rPr>
        <w:t>For</w:t>
      </w:r>
      <w:r w:rsidR="00445970" w:rsidRPr="7F23BD21">
        <w:rPr>
          <w:rFonts w:ascii="Corbel" w:hAnsi="Corbel"/>
          <w:smallCaps w:val="0"/>
        </w:rPr>
        <w:t xml:space="preserve">ma zaliczenia przedmiotu </w:t>
      </w:r>
      <w:r w:rsidRPr="7F23BD21">
        <w:rPr>
          <w:rFonts w:ascii="Corbel" w:hAnsi="Corbel"/>
          <w:smallCaps w:val="0"/>
        </w:rPr>
        <w:t xml:space="preserve">(z toku) </w:t>
      </w:r>
      <w:r w:rsidRPr="7F23BD21">
        <w:rPr>
          <w:rFonts w:ascii="Corbel" w:hAnsi="Corbel"/>
          <w:b w:val="0"/>
          <w:smallCaps w:val="0"/>
        </w:rPr>
        <w:t>(</w:t>
      </w:r>
      <w:r w:rsidRPr="7F23BD21">
        <w:rPr>
          <w:rFonts w:ascii="Corbel" w:hAnsi="Corbel"/>
          <w:b w:val="0"/>
          <w:smallCaps w:val="0"/>
          <w:u w:val="single"/>
        </w:rPr>
        <w:t>egzamin</w:t>
      </w:r>
      <w:r w:rsidRPr="7F23BD21">
        <w:rPr>
          <w:rFonts w:ascii="Corbel" w:hAnsi="Corbel"/>
          <w:b w:val="0"/>
          <w:smallCaps w:val="0"/>
        </w:rPr>
        <w:t>, zaliczenie z oceną, zaliczenie bez oceny)</w:t>
      </w:r>
    </w:p>
    <w:p w14:paraId="543CA6E7" w14:textId="77777777" w:rsidR="009C54AE" w:rsidRDefault="00E377F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3461D77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619F624C">
        <w:rPr>
          <w:rFonts w:ascii="Corbel" w:hAnsi="Corbel"/>
        </w:rPr>
        <w:t xml:space="preserve">2.Wymagania wstępne </w:t>
      </w:r>
    </w:p>
    <w:p w14:paraId="52FF7319" w14:textId="40EF3C63" w:rsidR="619F624C" w:rsidRDefault="619F624C" w:rsidP="619F624C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FC78AC8" w14:textId="77777777" w:rsidTr="619F624C">
        <w:tc>
          <w:tcPr>
            <w:tcW w:w="9670" w:type="dxa"/>
          </w:tcPr>
          <w:p w14:paraId="3CF2D8B6" w14:textId="1493DD07" w:rsidR="0085747A" w:rsidRPr="009C54AE" w:rsidRDefault="3E29102C" w:rsidP="619F624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619F624C">
              <w:rPr>
                <w:rFonts w:ascii="Corbel" w:hAnsi="Corbel"/>
                <w:b w:val="0"/>
                <w:smallCaps w:val="0"/>
                <w:color w:val="000000" w:themeColor="text1"/>
              </w:rPr>
              <w:t>Podstawowa wiedza o historii Polski</w:t>
            </w:r>
          </w:p>
        </w:tc>
      </w:tr>
    </w:tbl>
    <w:p w14:paraId="0FB7827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809257" w14:textId="1BAF59FD" w:rsidR="7F23BD21" w:rsidRDefault="7F23BD21" w:rsidP="7F23BD21">
      <w:pPr>
        <w:pStyle w:val="Punktygwne"/>
        <w:spacing w:before="0" w:after="0"/>
        <w:rPr>
          <w:rFonts w:ascii="Corbel" w:hAnsi="Corbel"/>
        </w:rPr>
      </w:pPr>
    </w:p>
    <w:p w14:paraId="7DB6D4EE" w14:textId="5D19630B" w:rsidR="0085747A" w:rsidRPr="00C05F44" w:rsidRDefault="0071620A" w:rsidP="7F23BD21">
      <w:pPr>
        <w:pStyle w:val="Punktygwne"/>
        <w:spacing w:before="0" w:after="0"/>
        <w:rPr>
          <w:rFonts w:ascii="Corbel" w:hAnsi="Corbel"/>
        </w:rPr>
      </w:pPr>
      <w:r w:rsidRPr="7F23BD21">
        <w:rPr>
          <w:rFonts w:ascii="Corbel" w:hAnsi="Corbel"/>
        </w:rPr>
        <w:t>3.</w:t>
      </w:r>
      <w:r w:rsidR="0085747A" w:rsidRPr="7F23BD21">
        <w:rPr>
          <w:rFonts w:ascii="Corbel" w:hAnsi="Corbel"/>
        </w:rPr>
        <w:t xml:space="preserve"> </w:t>
      </w:r>
      <w:r w:rsidR="00A84C85" w:rsidRPr="7F23BD21">
        <w:rPr>
          <w:rFonts w:ascii="Corbel" w:hAnsi="Corbel"/>
        </w:rPr>
        <w:t>cele, efekty uczenia się</w:t>
      </w:r>
      <w:r w:rsidR="0085747A" w:rsidRPr="7F23BD21">
        <w:rPr>
          <w:rFonts w:ascii="Corbel" w:hAnsi="Corbel"/>
        </w:rPr>
        <w:t>, treści Programowe i stosowane metody Dydaktyczne</w:t>
      </w:r>
    </w:p>
    <w:p w14:paraId="1FC3994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562CB0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07625C3C" w14:textId="77777777" w:rsidTr="00F91335">
        <w:tc>
          <w:tcPr>
            <w:tcW w:w="844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46101F14" w14:textId="77777777" w:rsidR="0085747A" w:rsidRPr="009C54AE" w:rsidRDefault="00F9133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Pogłębienie wiedzy na temat historii polskiej polityki zagranicznej w latach 1918-1989</w:t>
            </w:r>
          </w:p>
        </w:tc>
      </w:tr>
      <w:tr w:rsidR="0085747A" w:rsidRPr="009C54AE" w14:paraId="7F599E66" w14:textId="77777777" w:rsidTr="00F91335">
        <w:tc>
          <w:tcPr>
            <w:tcW w:w="844" w:type="dxa"/>
            <w:vAlign w:val="center"/>
          </w:tcPr>
          <w:p w14:paraId="550CF7E8" w14:textId="77777777" w:rsidR="0085747A" w:rsidRPr="009C54AE" w:rsidRDefault="00F9133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5B682832" w14:textId="77777777" w:rsidR="0085747A" w:rsidRPr="009C54AE" w:rsidRDefault="00F9133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Wyrobienie krytycznego myślenia w ocenie wydarzeń historycznych i decyzji politycznych w kontekście tematyki głównej zajęć.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2EBF3C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61F38664" w14:textId="77777777" w:rsidTr="619F624C">
        <w:tc>
          <w:tcPr>
            <w:tcW w:w="1678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4F3219F" w14:textId="77777777" w:rsidTr="619F624C">
        <w:tc>
          <w:tcPr>
            <w:tcW w:w="1678" w:type="dxa"/>
          </w:tcPr>
          <w:p w14:paraId="4FCA59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7" w:type="dxa"/>
          </w:tcPr>
          <w:p w14:paraId="34FFB942" w14:textId="059EC953" w:rsidR="0085747A" w:rsidRPr="009C54AE" w:rsidRDefault="36EC5385" w:rsidP="619F62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19F624C">
              <w:rPr>
                <w:rFonts w:ascii="Corbel" w:hAnsi="Corbel"/>
                <w:b w:val="0"/>
                <w:smallCaps w:val="0"/>
              </w:rPr>
              <w:t>ma zaawansowaną wiedzę o polskiej polityce zagranicznej w latach 1918-1989</w:t>
            </w:r>
          </w:p>
        </w:tc>
        <w:tc>
          <w:tcPr>
            <w:tcW w:w="1865" w:type="dxa"/>
          </w:tcPr>
          <w:p w14:paraId="79569C6D" w14:textId="77777777" w:rsidR="0085747A" w:rsidRPr="009C54AE" w:rsidRDefault="00BC5C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14:paraId="71C573AC" w14:textId="77777777" w:rsidTr="619F624C">
        <w:tc>
          <w:tcPr>
            <w:tcW w:w="1678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58C65513" w14:textId="51EDA430" w:rsidR="0085747A" w:rsidRPr="009C54AE" w:rsidRDefault="36EC5385" w:rsidP="619F62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19F624C">
              <w:rPr>
                <w:rFonts w:ascii="Corbel" w:hAnsi="Corbel"/>
                <w:b w:val="0"/>
                <w:smallCaps w:val="0"/>
              </w:rPr>
              <w:t xml:space="preserve">zna </w:t>
            </w:r>
            <w:r w:rsidR="00BC5C51" w:rsidRPr="619F624C">
              <w:rPr>
                <w:rFonts w:ascii="Corbel" w:hAnsi="Corbel"/>
                <w:b w:val="0"/>
                <w:smallCaps w:val="0"/>
              </w:rPr>
              <w:t>różnorakie</w:t>
            </w:r>
            <w:r w:rsidRPr="619F624C">
              <w:rPr>
                <w:rFonts w:ascii="Corbel" w:hAnsi="Corbel"/>
                <w:b w:val="0"/>
                <w:smallCaps w:val="0"/>
              </w:rPr>
              <w:t xml:space="preserve"> funkcje polityki zagranicznej, wskazuje jej uwarunkowania oraz podst</w:t>
            </w:r>
            <w:r w:rsidR="75AE1C9F" w:rsidRPr="619F624C">
              <w:rPr>
                <w:rFonts w:ascii="Corbel" w:hAnsi="Corbel"/>
                <w:b w:val="0"/>
                <w:smallCaps w:val="0"/>
              </w:rPr>
              <w:t>awowe cele i środki, przy pomocy</w:t>
            </w:r>
            <w:r w:rsidRPr="619F624C">
              <w:rPr>
                <w:rFonts w:ascii="Corbel" w:hAnsi="Corbel"/>
                <w:b w:val="0"/>
                <w:smallCaps w:val="0"/>
              </w:rPr>
              <w:t xml:space="preserve"> których można je osiągnąć.</w:t>
            </w:r>
          </w:p>
        </w:tc>
        <w:tc>
          <w:tcPr>
            <w:tcW w:w="1865" w:type="dxa"/>
          </w:tcPr>
          <w:p w14:paraId="0BD4F609" w14:textId="77777777" w:rsidR="0085747A" w:rsidRDefault="00BC5C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2C5B2A44" w14:textId="77777777" w:rsidR="00BC5C51" w:rsidRDefault="00BC5C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14:paraId="2A4E307F" w14:textId="77777777" w:rsidR="00BC5C51" w:rsidRPr="009C54AE" w:rsidRDefault="00BC5C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5747A" w:rsidRPr="009C54AE" w14:paraId="16C8B622" w14:textId="77777777" w:rsidTr="619F624C">
        <w:trPr>
          <w:trHeight w:val="945"/>
        </w:trPr>
        <w:tc>
          <w:tcPr>
            <w:tcW w:w="1678" w:type="dxa"/>
          </w:tcPr>
          <w:p w14:paraId="41960800" w14:textId="77777777" w:rsidR="0085747A" w:rsidRPr="009C54AE" w:rsidRDefault="00A920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14:paraId="5ECE7BAF" w14:textId="3C7038FA" w:rsidR="0085747A" w:rsidRPr="009C54AE" w:rsidRDefault="60BEE5C9" w:rsidP="619F62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19F624C">
              <w:rPr>
                <w:rFonts w:ascii="Corbel" w:hAnsi="Corbel"/>
                <w:b w:val="0"/>
                <w:smallCaps w:val="0"/>
              </w:rPr>
              <w:t>rozumie powiązania historii polskiej polityki zagranicznej z aktualnymi problemami społecznymi, gospodarczymi i</w:t>
            </w:r>
            <w:r w:rsidR="776892DF" w:rsidRPr="619F624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619F624C">
              <w:rPr>
                <w:rFonts w:ascii="Corbel" w:hAnsi="Corbel"/>
                <w:b w:val="0"/>
                <w:smallCaps w:val="0"/>
              </w:rPr>
              <w:t>politycznymi Polski.</w:t>
            </w:r>
          </w:p>
        </w:tc>
        <w:tc>
          <w:tcPr>
            <w:tcW w:w="1865" w:type="dxa"/>
          </w:tcPr>
          <w:p w14:paraId="3FB25131" w14:textId="77777777" w:rsidR="0085747A" w:rsidRPr="009C54AE" w:rsidRDefault="00BC5C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920E6" w:rsidRPr="009C54AE" w14:paraId="7F22902D" w14:textId="77777777" w:rsidTr="619F624C">
        <w:tc>
          <w:tcPr>
            <w:tcW w:w="1678" w:type="dxa"/>
          </w:tcPr>
          <w:p w14:paraId="78C3198C" w14:textId="77777777" w:rsidR="00A920E6" w:rsidRDefault="00A920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C5C51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7" w:type="dxa"/>
          </w:tcPr>
          <w:p w14:paraId="2AAD9A5F" w14:textId="20962E9F" w:rsidR="00A920E6" w:rsidRDefault="36EC5385" w:rsidP="619F62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19F624C">
              <w:rPr>
                <w:rFonts w:ascii="Corbel" w:hAnsi="Corbel"/>
                <w:b w:val="0"/>
                <w:smallCaps w:val="0"/>
              </w:rPr>
              <w:t>jest gotów do ciągłego pogłębiania zdobytej wiedzy, przyswajania i analizowania nowych wiadomości i</w:t>
            </w:r>
            <w:r w:rsidR="1F94A1FB" w:rsidRPr="619F624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619F624C">
              <w:rPr>
                <w:rFonts w:ascii="Corbel" w:hAnsi="Corbel"/>
                <w:b w:val="0"/>
                <w:smallCaps w:val="0"/>
              </w:rPr>
              <w:t>procesów z zakresu stosunków międzynarodowych, a</w:t>
            </w:r>
            <w:r w:rsidR="64B901D5" w:rsidRPr="619F624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619F624C">
              <w:rPr>
                <w:rFonts w:ascii="Corbel" w:hAnsi="Corbel"/>
                <w:b w:val="0"/>
                <w:smallCaps w:val="0"/>
              </w:rPr>
              <w:t>także wykorzystując poznane narzędzia wyrażać krytyczną opinię w tym zakresie</w:t>
            </w:r>
          </w:p>
        </w:tc>
        <w:tc>
          <w:tcPr>
            <w:tcW w:w="1865" w:type="dxa"/>
          </w:tcPr>
          <w:p w14:paraId="54E3E2D9" w14:textId="77777777" w:rsidR="00A920E6" w:rsidRPr="009C54AE" w:rsidRDefault="00BC5C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7F23BD21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4127DB" w14:textId="77777777" w:rsidTr="619F624C">
        <w:tc>
          <w:tcPr>
            <w:tcW w:w="9520" w:type="dxa"/>
          </w:tcPr>
          <w:p w14:paraId="587EA2A8" w14:textId="77777777" w:rsidR="0085747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14:paraId="7CA70684" w14:textId="77777777" w:rsidR="00F70C91" w:rsidRDefault="00F70C9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 Uwarunkowania polskiej polityki zagranicznej w momencie odzyskania niepodległości</w:t>
            </w:r>
          </w:p>
          <w:p w14:paraId="5385D2EF" w14:textId="77777777" w:rsidR="00F70C91" w:rsidRDefault="00F70C9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 Sytuacja międzynarodowa II RP do 1933 r.</w:t>
            </w:r>
          </w:p>
          <w:p w14:paraId="6D5A9065" w14:textId="77777777" w:rsidR="00F70C91" w:rsidRDefault="00F70C9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Sytuacja międzynarodowa II RP</w:t>
            </w:r>
            <w:r w:rsidR="00AC5D9B">
              <w:rPr>
                <w:rFonts w:ascii="Corbel" w:hAnsi="Corbel"/>
                <w:sz w:val="24"/>
                <w:szCs w:val="24"/>
              </w:rPr>
              <w:t xml:space="preserve"> w kontekście dwóch totalitaryzmów</w:t>
            </w:r>
          </w:p>
          <w:p w14:paraId="2EADE90E" w14:textId="77777777" w:rsidR="00AC5D9B" w:rsidRDefault="00AC5D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 Polska polityka zagraniczna w 1939 r.</w:t>
            </w:r>
          </w:p>
          <w:p w14:paraId="0D9F7D6F" w14:textId="77777777" w:rsidR="00AC5D9B" w:rsidRDefault="00AC5D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 Polityka zagraniczna na obczyźnie: działania międzynarodowe rządu RP w Londynie</w:t>
            </w:r>
          </w:p>
          <w:p w14:paraId="659E58AF" w14:textId="77777777" w:rsidR="00AC5D9B" w:rsidRDefault="00AC5D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 latach 1940-1945</w:t>
            </w:r>
          </w:p>
          <w:p w14:paraId="6B6B81A9" w14:textId="77777777" w:rsidR="00AC5D9B" w:rsidRDefault="006377F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 Uwarunkowania polityki zagranicznej „ludowej” Polski</w:t>
            </w:r>
          </w:p>
          <w:p w14:paraId="5D68193C" w14:textId="77777777" w:rsidR="006377F2" w:rsidRDefault="006377F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 Analiza przejawów u</w:t>
            </w:r>
            <w:r w:rsidR="001862AB">
              <w:rPr>
                <w:rFonts w:ascii="Corbel" w:hAnsi="Corbel"/>
                <w:sz w:val="24"/>
                <w:szCs w:val="24"/>
              </w:rPr>
              <w:t xml:space="preserve">zależnienia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="001862AB">
              <w:rPr>
                <w:rFonts w:ascii="Corbel" w:hAnsi="Corbel"/>
                <w:sz w:val="24"/>
                <w:szCs w:val="24"/>
              </w:rPr>
              <w:t>olskiej polityki zagranicznej od wytycznych ZSRR</w:t>
            </w:r>
          </w:p>
          <w:p w14:paraId="624AC8EC" w14:textId="77777777" w:rsidR="001862AB" w:rsidRDefault="001862A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 Polityka zagraniczna PRL na arenie międzynarodowej: w cieniu żelaznej kurtyny</w:t>
            </w:r>
          </w:p>
          <w:p w14:paraId="718B5599" w14:textId="77777777" w:rsidR="001862AB" w:rsidRDefault="001862A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9. Polityka zagraniczna rządu RP na uchodźstwie</w:t>
            </w:r>
          </w:p>
          <w:p w14:paraId="7306C139" w14:textId="77777777" w:rsidR="001862AB" w:rsidRDefault="001862A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10.</w:t>
            </w:r>
            <w:r w:rsidR="001C425E">
              <w:rPr>
                <w:rFonts w:ascii="Corbel" w:hAnsi="Corbel"/>
                <w:sz w:val="24"/>
                <w:szCs w:val="24"/>
              </w:rPr>
              <w:t xml:space="preserve"> Polityka zagraniczna z okresu „małej stabilizacji”</w:t>
            </w:r>
          </w:p>
          <w:p w14:paraId="5BA159C5" w14:textId="77777777" w:rsidR="001C425E" w:rsidRDefault="001C425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11. Polityka zagraniczna ekipy Edwarda Gierka</w:t>
            </w:r>
          </w:p>
          <w:p w14:paraId="138ED378" w14:textId="77777777" w:rsidR="001C425E" w:rsidRDefault="001C425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12. „Solidarność”: narodziny alternatywnej polityki zagranicznej?</w:t>
            </w:r>
          </w:p>
          <w:p w14:paraId="71DDA7A0" w14:textId="77777777" w:rsidR="001C425E" w:rsidRDefault="62110552" w:rsidP="619F62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19F624C">
              <w:rPr>
                <w:rFonts w:ascii="Corbel" w:hAnsi="Corbel"/>
                <w:sz w:val="24"/>
                <w:szCs w:val="24"/>
              </w:rPr>
              <w:t>13. Polityka zagraniczna ekipy gen. Jaruzelskiego w kontekście stanu wojennego i „normalizacji”</w:t>
            </w:r>
          </w:p>
          <w:p w14:paraId="3D7E18E3" w14:textId="77777777" w:rsidR="001C425E" w:rsidRDefault="001C425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14. Transforma</w:t>
            </w:r>
            <w:r w:rsidR="008A58EE">
              <w:rPr>
                <w:rFonts w:ascii="Corbel" w:hAnsi="Corbel"/>
                <w:sz w:val="24"/>
                <w:szCs w:val="24"/>
              </w:rPr>
              <w:t>cja ustrojowa w kontekście przewartościowań polityki zagranicznej</w:t>
            </w:r>
          </w:p>
          <w:p w14:paraId="5997CC1D" w14:textId="77777777" w:rsidR="00AC5D9B" w:rsidRPr="009C54AE" w:rsidRDefault="00AC5D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10FFD3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619F624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619F624C">
        <w:rPr>
          <w:rFonts w:ascii="Corbel" w:hAnsi="Corbel"/>
          <w:sz w:val="24"/>
          <w:szCs w:val="24"/>
        </w:rPr>
        <w:t xml:space="preserve">, </w:t>
      </w:r>
      <w:r w:rsidRPr="619F624C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DB78040" w14:textId="77777777" w:rsidTr="619F624C">
        <w:tc>
          <w:tcPr>
            <w:tcW w:w="9520" w:type="dxa"/>
          </w:tcPr>
          <w:p w14:paraId="35113026" w14:textId="77777777" w:rsidR="0085747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  <w:p w14:paraId="067886FA" w14:textId="77777777" w:rsidR="008A58EE" w:rsidRDefault="6AC010F1" w:rsidP="619F624C">
            <w:pPr>
              <w:pStyle w:val="Akapitzlist"/>
              <w:spacing w:after="0" w:line="240" w:lineRule="auto"/>
              <w:ind w:left="90"/>
              <w:rPr>
                <w:rFonts w:ascii="Corbel" w:hAnsi="Corbel"/>
                <w:sz w:val="24"/>
                <w:szCs w:val="24"/>
              </w:rPr>
            </w:pPr>
            <w:r w:rsidRPr="619F624C">
              <w:rPr>
                <w:rFonts w:ascii="Corbel" w:hAnsi="Corbel"/>
                <w:sz w:val="24"/>
                <w:szCs w:val="24"/>
              </w:rPr>
              <w:t>Ćwiczenia zakładają uszczegółowienie tematyki wykładów i zaangażowanie studentów w czynną pracę, przede wszystkim w formie analiz tekstów źródłowych i dyskusji. Problematyka dyskusji obejmuje m.in. następujące zagadnienia:</w:t>
            </w:r>
          </w:p>
          <w:p w14:paraId="2BCAF07C" w14:textId="77777777" w:rsidR="008A58EE" w:rsidRDefault="009942AC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 „Bękart traktatu wersalskiego”: czy koncepcja II RP była skazana na porażkę?</w:t>
            </w:r>
          </w:p>
          <w:p w14:paraId="73FB1082" w14:textId="77777777" w:rsidR="009942AC" w:rsidRDefault="009942AC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</w:t>
            </w:r>
            <w:r w:rsidR="00F0777D">
              <w:rPr>
                <w:rFonts w:ascii="Corbel" w:hAnsi="Corbel"/>
                <w:sz w:val="24"/>
                <w:szCs w:val="24"/>
              </w:rPr>
              <w:t xml:space="preserve"> Wokół Józefa Becka: mąż stanu czy naiwny fantasta?</w:t>
            </w:r>
          </w:p>
          <w:p w14:paraId="53228B8E" w14:textId="77777777" w:rsidR="00F0777D" w:rsidRDefault="00F0777D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3. </w:t>
            </w:r>
            <w:r w:rsidR="00981FB7">
              <w:rPr>
                <w:rFonts w:ascii="Corbel" w:hAnsi="Corbel"/>
                <w:sz w:val="24"/>
                <w:szCs w:val="24"/>
              </w:rPr>
              <w:t>Czy należało dogadać się ze Stalinem albo Hitlerem</w:t>
            </w:r>
          </w:p>
          <w:p w14:paraId="4C650CCD" w14:textId="77777777" w:rsidR="00981FB7" w:rsidRDefault="00981FB7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 Władysław Sikorski: porażki i zwycięstwa</w:t>
            </w:r>
          </w:p>
          <w:p w14:paraId="17DAEA3C" w14:textId="77777777" w:rsidR="00981FB7" w:rsidRDefault="29100298" w:rsidP="619F624C">
            <w:pPr>
              <w:pStyle w:val="Akapitzlist"/>
              <w:spacing w:after="0" w:line="240" w:lineRule="auto"/>
              <w:ind w:left="270" w:hanging="270"/>
              <w:rPr>
                <w:rFonts w:ascii="Corbel" w:hAnsi="Corbel"/>
                <w:sz w:val="24"/>
                <w:szCs w:val="24"/>
              </w:rPr>
            </w:pPr>
            <w:r w:rsidRPr="619F624C">
              <w:rPr>
                <w:rFonts w:ascii="Corbel" w:hAnsi="Corbel"/>
                <w:sz w:val="24"/>
                <w:szCs w:val="24"/>
              </w:rPr>
              <w:t>5. Jałta i Mikołajczyk. Czy istniała nadzieja „na polską drogę do socjalizmu” w polityce zagranicznej?</w:t>
            </w:r>
          </w:p>
          <w:p w14:paraId="2A238D3E" w14:textId="77777777" w:rsidR="00981FB7" w:rsidRDefault="00981FB7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 Rząd RP na uchodźstwie: kanapowi fantaści czy</w:t>
            </w:r>
            <w:r w:rsidR="00112B79">
              <w:rPr>
                <w:rFonts w:ascii="Corbel" w:hAnsi="Corbel"/>
                <w:sz w:val="24"/>
                <w:szCs w:val="24"/>
              </w:rPr>
              <w:t xml:space="preserve"> patroni ciągłości ustrojowej?</w:t>
            </w:r>
          </w:p>
          <w:p w14:paraId="0C0B5D5C" w14:textId="77777777" w:rsidR="00112B79" w:rsidRDefault="03007BEE" w:rsidP="619F624C">
            <w:pPr>
              <w:pStyle w:val="Akapitzlist"/>
              <w:spacing w:after="0" w:line="240" w:lineRule="auto"/>
              <w:ind w:left="360" w:hanging="360"/>
              <w:rPr>
                <w:rFonts w:ascii="Corbel" w:hAnsi="Corbel"/>
                <w:sz w:val="24"/>
                <w:szCs w:val="24"/>
              </w:rPr>
            </w:pPr>
            <w:r w:rsidRPr="619F624C">
              <w:rPr>
                <w:rFonts w:ascii="Corbel" w:hAnsi="Corbel"/>
                <w:sz w:val="24"/>
                <w:szCs w:val="24"/>
              </w:rPr>
              <w:t>7. „Plan Rapackiego”, „plan Jaruzelskiego”: przejawy niezależności czy inscenizacja dla Zachodu?</w:t>
            </w:r>
          </w:p>
          <w:p w14:paraId="20F78297" w14:textId="77777777" w:rsidR="00112B79" w:rsidRDefault="00112B79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 Czy Moskwa decydowała o każdym aspekcie polityki zagranicznej PRL?</w:t>
            </w:r>
          </w:p>
          <w:p w14:paraId="40CADEFE" w14:textId="77777777" w:rsidR="005912C1" w:rsidRDefault="00112B79" w:rsidP="005912C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9. Polityka zagraniczna PRL w służbie SB i wywiadu</w:t>
            </w:r>
            <w:r w:rsidR="005912C1">
              <w:rPr>
                <w:rFonts w:ascii="Corbel" w:hAnsi="Corbel"/>
                <w:sz w:val="24"/>
                <w:szCs w:val="24"/>
              </w:rPr>
              <w:t>.</w:t>
            </w:r>
          </w:p>
          <w:p w14:paraId="732D8AB3" w14:textId="77777777" w:rsidR="005912C1" w:rsidRPr="005912C1" w:rsidRDefault="005912C1" w:rsidP="005912C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10. Polityka zagraniczna PRL w służbie propagandy</w:t>
            </w:r>
          </w:p>
          <w:p w14:paraId="183D861C" w14:textId="77777777" w:rsidR="005912C1" w:rsidRDefault="005912C1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11. Długi i kredyty. Wpływ sytuacji finansowej PRL na jej politykę zagraniczną</w:t>
            </w:r>
          </w:p>
          <w:p w14:paraId="15F07AC6" w14:textId="77777777" w:rsidR="008A58EE" w:rsidRPr="009C54AE" w:rsidRDefault="005912C1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12. Transformacyjne meandry: czy istniała możliwość innej drogi przejścia z PRL do III RP</w:t>
            </w:r>
            <w:r w:rsidR="00827D9E">
              <w:rPr>
                <w:rFonts w:ascii="Corbel" w:hAnsi="Corbel"/>
                <w:sz w:val="24"/>
                <w:szCs w:val="24"/>
              </w:rPr>
              <w:t>?</w:t>
            </w:r>
          </w:p>
        </w:tc>
      </w:tr>
    </w:tbl>
    <w:p w14:paraId="3FE9F23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619F624C">
        <w:rPr>
          <w:rFonts w:ascii="Corbel" w:hAnsi="Corbel"/>
          <w:smallCaps w:val="0"/>
        </w:rPr>
        <w:t>3.4 Metody dydaktyczne</w:t>
      </w:r>
      <w:r w:rsidRPr="619F624C">
        <w:rPr>
          <w:rFonts w:ascii="Corbel" w:hAnsi="Corbel"/>
          <w:b w:val="0"/>
          <w:smallCaps w:val="0"/>
        </w:rPr>
        <w:t xml:space="preserve"> </w:t>
      </w:r>
    </w:p>
    <w:p w14:paraId="1FC5EEB9" w14:textId="1053746B" w:rsidR="619F624C" w:rsidRDefault="619F624C" w:rsidP="619F624C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543AE118" w14:textId="77777777" w:rsidR="0085747A" w:rsidRDefault="00BE37E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</w:t>
      </w:r>
    </w:p>
    <w:p w14:paraId="60893882" w14:textId="77777777" w:rsidR="00BE37EE" w:rsidRPr="009C54AE" w:rsidRDefault="00BE37E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619F624C">
        <w:rPr>
          <w:rFonts w:ascii="Corbel" w:hAnsi="Corbel"/>
          <w:b w:val="0"/>
          <w:smallCaps w:val="0"/>
        </w:rPr>
        <w:t>Ćwiczenia: analiza tekstów z dyskusją, praca w grupach</w:t>
      </w:r>
    </w:p>
    <w:p w14:paraId="08CE6F9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1CDCEA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BB9E2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C3740EA" w14:textId="77777777" w:rsidTr="619F624C">
        <w:tc>
          <w:tcPr>
            <w:tcW w:w="196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AC1580F" w14:textId="70F9B02A" w:rsidR="0085747A" w:rsidRPr="009C54AE" w:rsidRDefault="00A84C85" w:rsidP="619F62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619F624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743C643A" w:rsidRPr="619F624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95568F4" w14:textId="77777777" w:rsidTr="619F624C">
        <w:tc>
          <w:tcPr>
            <w:tcW w:w="1962" w:type="dxa"/>
          </w:tcPr>
          <w:p w14:paraId="6CCBC5F6" w14:textId="77777777" w:rsidR="0085747A" w:rsidRPr="009C54AE" w:rsidRDefault="00827D9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14:paraId="7F76E3BF" w14:textId="77777777" w:rsidR="0085747A" w:rsidRPr="009C54AE" w:rsidRDefault="00827D9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BC5C51">
              <w:rPr>
                <w:rFonts w:ascii="Corbel" w:hAnsi="Corbel"/>
                <w:b w:val="0"/>
                <w:szCs w:val="24"/>
              </w:rPr>
              <w:t>, Egzamin ustny</w:t>
            </w:r>
          </w:p>
        </w:tc>
        <w:tc>
          <w:tcPr>
            <w:tcW w:w="2117" w:type="dxa"/>
          </w:tcPr>
          <w:p w14:paraId="0745D724" w14:textId="77777777" w:rsidR="0085747A" w:rsidRPr="009C54AE" w:rsidRDefault="00BC5C5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BC5C51" w:rsidRPr="009C54AE" w14:paraId="5C3C3C5C" w14:textId="77777777" w:rsidTr="619F624C">
        <w:tc>
          <w:tcPr>
            <w:tcW w:w="1962" w:type="dxa"/>
          </w:tcPr>
          <w:p w14:paraId="727CF0E4" w14:textId="77777777" w:rsidR="00BC5C51" w:rsidRPr="009C54AE" w:rsidRDefault="00BC5C51" w:rsidP="00BC5C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5AE67EE" w14:textId="77777777" w:rsidR="00BC5C51" w:rsidRPr="009C54AE" w:rsidRDefault="00BC5C51" w:rsidP="00BC5C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Egzamin ustny</w:t>
            </w:r>
          </w:p>
        </w:tc>
        <w:tc>
          <w:tcPr>
            <w:tcW w:w="2117" w:type="dxa"/>
          </w:tcPr>
          <w:p w14:paraId="2FD81269" w14:textId="77777777" w:rsidR="00BC5C51" w:rsidRPr="009C54AE" w:rsidRDefault="00BC5C51" w:rsidP="00BC5C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BC5C51" w:rsidRPr="009C54AE" w14:paraId="3A9D6C81" w14:textId="77777777" w:rsidTr="619F624C">
        <w:tc>
          <w:tcPr>
            <w:tcW w:w="1962" w:type="dxa"/>
          </w:tcPr>
          <w:p w14:paraId="002D746F" w14:textId="77777777" w:rsidR="00BC5C51" w:rsidRPr="009C54AE" w:rsidRDefault="00BC5C51" w:rsidP="00BC5C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D62A2A3" w14:textId="77777777" w:rsidR="00BC5C51" w:rsidRPr="009C54AE" w:rsidRDefault="00BC5C51" w:rsidP="00BC5C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Egzamin ustny</w:t>
            </w:r>
          </w:p>
        </w:tc>
        <w:tc>
          <w:tcPr>
            <w:tcW w:w="2117" w:type="dxa"/>
          </w:tcPr>
          <w:p w14:paraId="633E175F" w14:textId="77777777" w:rsidR="00BC5C51" w:rsidRPr="009C54AE" w:rsidRDefault="00BC5C51" w:rsidP="00BC5C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BC5C51" w:rsidRPr="009C54AE" w14:paraId="2769F5A3" w14:textId="77777777" w:rsidTr="619F624C">
        <w:tc>
          <w:tcPr>
            <w:tcW w:w="1962" w:type="dxa"/>
          </w:tcPr>
          <w:p w14:paraId="5990E71B" w14:textId="77777777" w:rsidR="00BC5C51" w:rsidRPr="009C54AE" w:rsidRDefault="00BC5C51" w:rsidP="00BC5C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5FEDE32" w14:textId="77777777" w:rsidR="00BC5C51" w:rsidRDefault="00BC5C51" w:rsidP="00BC5C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B793073" w14:textId="77777777" w:rsidR="00BC5C51" w:rsidRPr="009C54AE" w:rsidRDefault="00BC5C51" w:rsidP="00BC5C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23DE523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2E5622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E674FC3" w14:textId="77777777" w:rsidTr="00923D7D">
        <w:tc>
          <w:tcPr>
            <w:tcW w:w="9670" w:type="dxa"/>
          </w:tcPr>
          <w:p w14:paraId="07547A0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D7B05EF" w14:textId="77777777" w:rsidR="00923D7D" w:rsidRPr="009C54AE" w:rsidRDefault="001A09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(wykład), obecność + aktywność (ćwiczenia); egzamin ustny</w:t>
            </w:r>
          </w:p>
          <w:p w14:paraId="5043CB0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74593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46CEFA" w14:textId="456311EF" w:rsidR="619F624C" w:rsidRDefault="619F624C" w:rsidP="619F624C">
      <w:pPr>
        <w:pStyle w:val="Bezodstpw"/>
        <w:ind w:left="284" w:hanging="284"/>
        <w:jc w:val="both"/>
        <w:rPr>
          <w:rFonts w:ascii="Corbel" w:hAnsi="Corbel"/>
          <w:b/>
          <w:bCs/>
          <w:sz w:val="24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537F2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619F624C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9876987" w14:textId="77777777" w:rsidTr="619F624C">
        <w:tc>
          <w:tcPr>
            <w:tcW w:w="4962" w:type="dxa"/>
          </w:tcPr>
          <w:p w14:paraId="1AB692D5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19F624C">
              <w:rPr>
                <w:rFonts w:ascii="Corbel" w:hAnsi="Corbel"/>
                <w:sz w:val="24"/>
                <w:szCs w:val="24"/>
              </w:rPr>
              <w:t>G</w:t>
            </w:r>
            <w:r w:rsidR="0085747A" w:rsidRPr="619F624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619F624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619F624C">
              <w:rPr>
                <w:rFonts w:ascii="Corbel" w:hAnsi="Corbel"/>
                <w:sz w:val="24"/>
                <w:szCs w:val="24"/>
              </w:rPr>
              <w:t xml:space="preserve"> w</w:t>
            </w:r>
            <w:r w:rsidRPr="619F624C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619F624C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619F624C">
              <w:rPr>
                <w:rFonts w:ascii="Corbel" w:eastAsia="Corbel" w:hAnsi="Corbel" w:cs="Corbel"/>
                <w:sz w:val="24"/>
                <w:szCs w:val="24"/>
              </w:rPr>
              <w:t>z</w:t>
            </w:r>
            <w:r w:rsidR="009C1331" w:rsidRPr="619F624C">
              <w:rPr>
                <w:rFonts w:ascii="Corbel" w:eastAsia="Corbel" w:hAnsi="Corbel" w:cs="Corbel"/>
                <w:sz w:val="24"/>
                <w:szCs w:val="24"/>
              </w:rPr>
              <w:t> </w:t>
            </w:r>
            <w:r w:rsidR="1723257B" w:rsidRPr="619F624C">
              <w:rPr>
                <w:rFonts w:ascii="Corbel" w:eastAsia="Corbel" w:hAnsi="Corbel" w:cs="Corbel"/>
                <w:sz w:val="24"/>
                <w:szCs w:val="24"/>
              </w:rPr>
              <w:t>harmonogramu</w:t>
            </w:r>
            <w:r w:rsidR="0085747A" w:rsidRPr="619F624C">
              <w:rPr>
                <w:rFonts w:ascii="Corbel" w:eastAsia="Corbel" w:hAnsi="Corbel" w:cs="Corbel"/>
                <w:sz w:val="28"/>
                <w:szCs w:val="28"/>
              </w:rPr>
              <w:t xml:space="preserve"> </w:t>
            </w:r>
            <w:r w:rsidRPr="619F624C">
              <w:rPr>
                <w:rFonts w:ascii="Corbel" w:hAnsi="Corbel"/>
                <w:sz w:val="24"/>
                <w:szCs w:val="24"/>
              </w:rPr>
              <w:t>studiów</w:t>
            </w:r>
            <w:r w:rsidR="1723257B" w:rsidRPr="619F624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04A35C2" w14:textId="77777777" w:rsidR="0085747A" w:rsidRPr="009C54AE" w:rsidRDefault="00FC12E9" w:rsidP="001A09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1A091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11A3F3E2" w14:textId="77777777" w:rsidTr="619F624C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007C906" w14:textId="77777777" w:rsidR="00C61DC5" w:rsidRPr="009C54AE" w:rsidRDefault="002163EE" w:rsidP="001A09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1A08E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7AAB3A39" w14:textId="77777777" w:rsidTr="619F624C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937B8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AA05B6E" w14:textId="77777777" w:rsidR="00C61DC5" w:rsidRPr="009C54AE" w:rsidRDefault="00FC12E9" w:rsidP="001A09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  <w:r w:rsidR="001A091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03AA995E" w14:textId="77777777" w:rsidTr="619F624C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A89157D" w14:textId="77777777" w:rsidR="0085747A" w:rsidRPr="009C54AE" w:rsidRDefault="1024B74C" w:rsidP="619F62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619F624C">
              <w:rPr>
                <w:rFonts w:ascii="Corbel" w:hAnsi="Corbel"/>
                <w:sz w:val="24"/>
                <w:szCs w:val="24"/>
              </w:rPr>
              <w:t>1</w:t>
            </w:r>
            <w:r w:rsidR="22830511" w:rsidRPr="619F624C">
              <w:rPr>
                <w:rFonts w:ascii="Corbel" w:hAnsi="Corbel"/>
                <w:sz w:val="24"/>
                <w:szCs w:val="24"/>
              </w:rPr>
              <w:t>5</w:t>
            </w:r>
            <w:r w:rsidRPr="619F624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41DF79FA" w14:textId="77777777" w:rsidTr="619F624C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B87E3DE" w14:textId="77777777" w:rsidR="0085747A" w:rsidRPr="009C54AE" w:rsidRDefault="158801CC" w:rsidP="619F62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619F624C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DFB9E2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0DF9E5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79FB395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7278C37" w14:textId="77777777" w:rsidR="0085747A" w:rsidRPr="009C54AE" w:rsidRDefault="001A08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</w:t>
            </w:r>
          </w:p>
        </w:tc>
      </w:tr>
      <w:tr w:rsidR="0085747A" w:rsidRPr="009C54AE" w14:paraId="0F0CB347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B2EDD13" w14:textId="77777777" w:rsidR="0085747A" w:rsidRPr="009C54AE" w:rsidRDefault="001A08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–</w:t>
            </w:r>
          </w:p>
        </w:tc>
      </w:tr>
    </w:tbl>
    <w:p w14:paraId="44E871B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44A5D2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6E4D590" w14:textId="77777777" w:rsidTr="619F624C">
        <w:trPr>
          <w:trHeight w:val="397"/>
        </w:trPr>
        <w:tc>
          <w:tcPr>
            <w:tcW w:w="7513" w:type="dxa"/>
          </w:tcPr>
          <w:p w14:paraId="729C9695" w14:textId="77777777" w:rsidR="0085747A" w:rsidRDefault="0085747A" w:rsidP="619F624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619F624C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19C18D96" w14:textId="77777777" w:rsidR="002503DC" w:rsidRPr="002503DC" w:rsidRDefault="002503DC" w:rsidP="002503D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03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 Czubiński, Histori</w:t>
            </w:r>
            <w:r w:rsidR="00C349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 Polski XX wieku, Poznań 2000.</w:t>
            </w:r>
          </w:p>
          <w:p w14:paraId="63CDCDD2" w14:textId="77777777" w:rsidR="002503DC" w:rsidRPr="002503DC" w:rsidRDefault="002503DC" w:rsidP="002503D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03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 Czubiński, Polska i Polacy po II wojnie świa</w:t>
            </w:r>
            <w:r w:rsidR="00C349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towej (1945–1989), Poznań 1998.</w:t>
            </w:r>
          </w:p>
          <w:p w14:paraId="4C389040" w14:textId="77777777" w:rsidR="002503DC" w:rsidRPr="002503DC" w:rsidRDefault="002503DC" w:rsidP="002503D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03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</w:t>
            </w:r>
            <w:proofErr w:type="spellStart"/>
            <w:r w:rsidRPr="002503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Friszke</w:t>
            </w:r>
            <w:proofErr w:type="spellEnd"/>
            <w:r w:rsidRPr="002503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Polska. Losy państwa i n</w:t>
            </w:r>
            <w:r w:rsidR="00C349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arodu 1939–1989, Warszawa 2003.</w:t>
            </w:r>
          </w:p>
          <w:p w14:paraId="767CBA8C" w14:textId="77777777" w:rsidR="002503DC" w:rsidRPr="002503DC" w:rsidRDefault="002503DC" w:rsidP="002503D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03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K. </w:t>
            </w:r>
            <w:proofErr w:type="spellStart"/>
            <w:r w:rsidRPr="002503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Kersten</w:t>
            </w:r>
            <w:proofErr w:type="spellEnd"/>
            <w:r w:rsidRPr="002503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Narodziny systemu władz</w:t>
            </w:r>
            <w:r w:rsidR="00C349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y, Warszawa 1990.</w:t>
            </w:r>
          </w:p>
          <w:p w14:paraId="337A3EAF" w14:textId="77777777" w:rsidR="002503DC" w:rsidRPr="002503DC" w:rsidRDefault="002503DC" w:rsidP="002503D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03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P. Łossowski, Polska w Europie i św</w:t>
            </w:r>
            <w:r w:rsidR="00C349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iecie 1918-1939, Warszawa 1990.</w:t>
            </w:r>
          </w:p>
          <w:p w14:paraId="3DA403D4" w14:textId="77777777" w:rsidR="002503DC" w:rsidRPr="002503DC" w:rsidRDefault="002503DC" w:rsidP="002503D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03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 Paczkowski, Pól wieku dziejów P</w:t>
            </w:r>
            <w:r w:rsidR="00C349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olski 1939–1989, Warszawa 1995,</w:t>
            </w:r>
          </w:p>
          <w:p w14:paraId="71D4E5BB" w14:textId="77777777" w:rsidR="002503DC" w:rsidRPr="002503DC" w:rsidRDefault="002503DC" w:rsidP="002503D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03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</w:t>
            </w:r>
            <w:proofErr w:type="spellStart"/>
            <w:r w:rsidRPr="002503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Pobóg</w:t>
            </w:r>
            <w:proofErr w:type="spellEnd"/>
            <w:r w:rsidRPr="002503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 Malinowski, Najnowsza historia polityczna Polski, </w:t>
            </w:r>
            <w:r w:rsidR="00C349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II 1919-1939, Warszawa 1990.</w:t>
            </w:r>
          </w:p>
          <w:p w14:paraId="0059D887" w14:textId="77777777" w:rsidR="002503DC" w:rsidRPr="002503DC" w:rsidRDefault="002503DC" w:rsidP="002503D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03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</w:t>
            </w:r>
            <w:proofErr w:type="spellStart"/>
            <w:r w:rsidRPr="002503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Pobóg</w:t>
            </w:r>
            <w:proofErr w:type="spellEnd"/>
            <w:r w:rsidRPr="002503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 Malinowski, Najnowsza historia polityczna Polski, t</w:t>
            </w:r>
            <w:r w:rsidR="00C349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III 1939-1945, Warszawa 1990.</w:t>
            </w:r>
          </w:p>
          <w:p w14:paraId="7026AB69" w14:textId="77777777" w:rsidR="002503DC" w:rsidRPr="002503DC" w:rsidRDefault="002503DC" w:rsidP="002503D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03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W. Roszkowski, Najnowsza historia Polski 1914-1993,</w:t>
            </w:r>
            <w:r w:rsidR="00C349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 I 1914-1945, Warszawa 1945.</w:t>
            </w:r>
          </w:p>
          <w:p w14:paraId="712E0F28" w14:textId="77777777" w:rsidR="002503DC" w:rsidRPr="002503DC" w:rsidRDefault="002503DC" w:rsidP="002503D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03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 L. Sowa, Od Drugiej do Trzeciej Rzeczypospolitej (1945–2001), Kraków – Warszawa 2003 [Wielka Historia Polski, t. 5].</w:t>
            </w:r>
          </w:p>
          <w:p w14:paraId="738610EB" w14:textId="77777777" w:rsidR="001A08E3" w:rsidRPr="009C54AE" w:rsidRDefault="001A08E3" w:rsidP="002503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C5D0AD8" w14:textId="77777777" w:rsidTr="619F624C">
        <w:trPr>
          <w:trHeight w:val="397"/>
        </w:trPr>
        <w:tc>
          <w:tcPr>
            <w:tcW w:w="7513" w:type="dxa"/>
          </w:tcPr>
          <w:p w14:paraId="1616B1D9" w14:textId="77777777" w:rsidR="0085747A" w:rsidRDefault="0085747A" w:rsidP="619F624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619F624C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05A1EF02" w14:textId="77777777" w:rsidR="002503DC" w:rsidRPr="002503DC" w:rsidRDefault="002503DC" w:rsidP="002503DC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W. Balcerak, Polityka zagraniczna Polski w dobie </w:t>
            </w:r>
            <w:proofErr w:type="spellStart"/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Locarna</w:t>
            </w:r>
            <w:proofErr w:type="spellEnd"/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Wr</w:t>
            </w:r>
            <w:r w:rsidR="00C349F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ocław – Warszawa - Kraków 1967.</w:t>
            </w:r>
          </w:p>
          <w:p w14:paraId="5236CFF9" w14:textId="77777777" w:rsidR="002503DC" w:rsidRPr="002503DC" w:rsidRDefault="002503DC" w:rsidP="002503DC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J. Beck,</w:t>
            </w:r>
            <w:r w:rsidR="00C349F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Ostatni raport, Warszawa 1987.</w:t>
            </w:r>
          </w:p>
          <w:p w14:paraId="660A9500" w14:textId="77777777" w:rsidR="002503DC" w:rsidRPr="002503DC" w:rsidRDefault="002503DC" w:rsidP="002503DC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A. Czubiński A., Czerwie</w:t>
            </w:r>
            <w:r w:rsidR="00C349F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 1956 w Poznaniu. Poznań 1986,</w:t>
            </w:r>
          </w:p>
          <w:p w14:paraId="58A2D2AC" w14:textId="77777777" w:rsidR="002503DC" w:rsidRPr="002503DC" w:rsidRDefault="002503DC" w:rsidP="002503DC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 niepodległości. Wizje – drogi– spełnienie, pod red. W</w:t>
            </w:r>
            <w:r w:rsidR="00C349F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Wrzesińskiego, Warszawa 1998.</w:t>
            </w:r>
          </w:p>
          <w:p w14:paraId="317E1865" w14:textId="77777777" w:rsidR="002503DC" w:rsidRPr="002503DC" w:rsidRDefault="002503DC" w:rsidP="002503DC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E. </w:t>
            </w:r>
            <w:proofErr w:type="spellStart"/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Duraczyński</w:t>
            </w:r>
            <w:proofErr w:type="spellEnd"/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Polska 1939–1945: dz</w:t>
            </w:r>
            <w:r w:rsidR="00C349F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ieje polityczne, Warszawa 1999.</w:t>
            </w:r>
          </w:p>
          <w:p w14:paraId="0A7C66BC" w14:textId="77777777" w:rsidR="002503DC" w:rsidRPr="002503DC" w:rsidRDefault="002503DC" w:rsidP="002503DC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J. Eisler, Marzec 1968. Geneza. Przebieg. Konsekwencje. Warszawa 1991.</w:t>
            </w:r>
          </w:p>
          <w:p w14:paraId="5CE43A98" w14:textId="77777777" w:rsidR="002503DC" w:rsidRPr="002503DC" w:rsidRDefault="002503DC" w:rsidP="002503DC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J. Faryś, Historia Polski od </w:t>
            </w:r>
            <w:r w:rsidR="00C349F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1918 do 1939 roku, Poznań 1997.</w:t>
            </w:r>
          </w:p>
          <w:p w14:paraId="3FF004FA" w14:textId="77777777" w:rsidR="002503DC" w:rsidRPr="002503DC" w:rsidRDefault="002503DC" w:rsidP="002503DC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A. </w:t>
            </w:r>
            <w:proofErr w:type="spellStart"/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Friszke</w:t>
            </w:r>
            <w:proofErr w:type="spellEnd"/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Polska. Losy państwa i n</w:t>
            </w:r>
            <w:r w:rsidR="00C349F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arodu 1939–1989, Warszawa 2003.</w:t>
            </w:r>
          </w:p>
          <w:p w14:paraId="608BCF10" w14:textId="77777777" w:rsidR="002503DC" w:rsidRPr="002503DC" w:rsidRDefault="002503DC" w:rsidP="002503DC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A. </w:t>
            </w:r>
            <w:proofErr w:type="spellStart"/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Friszke</w:t>
            </w:r>
            <w:proofErr w:type="spellEnd"/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Opozycja polityczn</w:t>
            </w:r>
            <w:r w:rsidR="00C349F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 w PRL 1945-1980. Londyn 1994.</w:t>
            </w:r>
          </w:p>
          <w:p w14:paraId="5A1DD3FA" w14:textId="77777777" w:rsidR="002503DC" w:rsidRPr="002503DC" w:rsidRDefault="002503DC" w:rsidP="002503DC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A. Garlicki, Józef Piłs</w:t>
            </w:r>
            <w:r w:rsidR="00C349F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udski 1867-1935, Warszawa 1988.</w:t>
            </w:r>
          </w:p>
          <w:p w14:paraId="066EBEAD" w14:textId="77777777" w:rsidR="002503DC" w:rsidRPr="002503DC" w:rsidRDefault="002503DC" w:rsidP="002503DC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Historia dyplomacji polskiej, t. IV 1918-1939, pod red. Piotra Łossowskiego, Warszawa 1995.</w:t>
            </w:r>
          </w:p>
          <w:p w14:paraId="58158914" w14:textId="77777777" w:rsidR="002503DC" w:rsidRPr="002503DC" w:rsidRDefault="002503DC" w:rsidP="002503DC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Historia dyplomacji polskiej, t. V 1939-1945, pod red. Walde</w:t>
            </w:r>
            <w:r w:rsidR="00C349F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mara </w:t>
            </w:r>
            <w:proofErr w:type="spellStart"/>
            <w:r w:rsidR="00C349F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Michowicza</w:t>
            </w:r>
            <w:proofErr w:type="spellEnd"/>
            <w:r w:rsidR="00C349F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Warszawa 1999.</w:t>
            </w:r>
          </w:p>
          <w:p w14:paraId="25D0A281" w14:textId="77777777" w:rsidR="002503DC" w:rsidRPr="002503DC" w:rsidRDefault="002503DC" w:rsidP="002503DC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J. Holzer, "Solidar</w:t>
            </w:r>
            <w:r w:rsidR="00C349F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ność" 1980-1981, Warszawa 1989.</w:t>
            </w:r>
          </w:p>
          <w:p w14:paraId="503789D3" w14:textId="77777777" w:rsidR="002503DC" w:rsidRPr="002503DC" w:rsidRDefault="002503DC" w:rsidP="002503DC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M. K. Kamiński, M. J. Zacharias, Polityka zagraniczna Rzeczypospolite</w:t>
            </w:r>
            <w:r w:rsidR="00C349F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 Polskiej, Warszawa 1998.</w:t>
            </w:r>
          </w:p>
          <w:p w14:paraId="7008E832" w14:textId="77777777" w:rsidR="002503DC" w:rsidRPr="002503DC" w:rsidRDefault="002503DC" w:rsidP="002503DC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J. Karski, Wielkie mocarstwa wobec Polski 1919-1945 Od</w:t>
            </w:r>
            <w:r w:rsidR="00C349F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Wersalu do Jałty, Lublin 1998.</w:t>
            </w:r>
          </w:p>
          <w:p w14:paraId="7069239C" w14:textId="77777777" w:rsidR="002503DC" w:rsidRPr="002503DC" w:rsidRDefault="002503DC" w:rsidP="002503DC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K. </w:t>
            </w:r>
            <w:proofErr w:type="spellStart"/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Kersten</w:t>
            </w:r>
            <w:proofErr w:type="spellEnd"/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Polska 1944-1956. Między wyzwoleni</w:t>
            </w:r>
            <w:r w:rsidR="00C349F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em a zniewoleniem. Londyn 1993.</w:t>
            </w:r>
          </w:p>
          <w:p w14:paraId="49DFB9CB" w14:textId="77777777" w:rsidR="002503DC" w:rsidRPr="002503DC" w:rsidRDefault="002503DC" w:rsidP="002503DC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K. </w:t>
            </w:r>
            <w:proofErr w:type="spellStart"/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Kersten</w:t>
            </w:r>
            <w:proofErr w:type="spellEnd"/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Polski Komitet Wyzwolenia Narodowego 22 </w:t>
            </w:r>
            <w:r w:rsidR="00C349F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VII - 31 XII 1944. Lublin 1965.</w:t>
            </w:r>
          </w:p>
          <w:p w14:paraId="41CED6C5" w14:textId="77777777" w:rsidR="002503DC" w:rsidRPr="002503DC" w:rsidRDefault="002503DC" w:rsidP="002503DC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W. T. Kowalski, Walka dyplomatyczna o miejsce Polski w Euro</w:t>
            </w:r>
            <w:r w:rsidR="00C349F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pie (1939-1945), Warszawa 1966.</w:t>
            </w:r>
          </w:p>
          <w:p w14:paraId="32499EAA" w14:textId="77777777" w:rsidR="002503DC" w:rsidRPr="002503DC" w:rsidRDefault="002503DC" w:rsidP="002503DC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A. </w:t>
            </w:r>
            <w:proofErr w:type="spellStart"/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Klafkowski</w:t>
            </w:r>
            <w:proofErr w:type="spellEnd"/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Granica polsko-niemiecka po II wojnie światowej. Poznań 1970.</w:t>
            </w:r>
          </w:p>
          <w:p w14:paraId="572A634A" w14:textId="77777777" w:rsidR="002503DC" w:rsidRPr="002503DC" w:rsidRDefault="002503DC" w:rsidP="002503DC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W. Konopczyński, Historia polityczna Po</w:t>
            </w:r>
            <w:r w:rsidR="00C349F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lski: 1914–1939, Warszawa 1995.</w:t>
            </w:r>
          </w:p>
          <w:p w14:paraId="6C76C572" w14:textId="77777777" w:rsidR="002503DC" w:rsidRPr="002503DC" w:rsidRDefault="002503DC" w:rsidP="002503DC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P. Łossowski, Polska w Europie i świecie 1918-1939</w:t>
            </w:r>
            <w:r w:rsidR="00C349F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Warszawa 1990.</w:t>
            </w:r>
          </w:p>
          <w:p w14:paraId="2F119218" w14:textId="77777777" w:rsidR="002503DC" w:rsidRPr="002503DC" w:rsidRDefault="00C349FD" w:rsidP="002503DC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</w:t>
            </w:r>
            <w:r w:rsidR="002503DC"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Machcewicz, Polski rok 1956. Warszawa 1993,</w:t>
            </w:r>
          </w:p>
          <w:p w14:paraId="52307AA5" w14:textId="77777777" w:rsidR="002503DC" w:rsidRPr="002503DC" w:rsidRDefault="002503DC" w:rsidP="002503DC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</w:t>
            </w:r>
            <w:r w:rsidR="00A7092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lityczna. Tom I. Warszawa 1989.</w:t>
            </w:r>
          </w:p>
          <w:p w14:paraId="692B2B71" w14:textId="77777777" w:rsidR="002503DC" w:rsidRPr="002503DC" w:rsidRDefault="002503DC" w:rsidP="002503DC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A. Paczkowski, Pól wieku dziejów P</w:t>
            </w:r>
            <w:r w:rsidR="00A7092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olski 1939–1989, Warszawa 1995,</w:t>
            </w:r>
          </w:p>
          <w:p w14:paraId="4AEE7E38" w14:textId="77777777" w:rsidR="002503DC" w:rsidRPr="002503DC" w:rsidRDefault="002503DC" w:rsidP="002503DC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A. Paczkowski, Stanisław Mikołajczyk, czyli klęska realisty. (Zarys biografii politycznej). Warszawa 1991.</w:t>
            </w:r>
          </w:p>
          <w:p w14:paraId="0F2A291B" w14:textId="77777777" w:rsidR="002503DC" w:rsidRPr="002503DC" w:rsidRDefault="002503DC" w:rsidP="002503DC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L. Pastusiak, Roosevelt </w:t>
            </w:r>
            <w:r w:rsidR="00A7092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 sprawa polska, Warszawa 1981.</w:t>
            </w:r>
          </w:p>
          <w:p w14:paraId="0D6F06C0" w14:textId="77777777" w:rsidR="002503DC" w:rsidRPr="002503DC" w:rsidRDefault="002503DC" w:rsidP="002503DC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Józef Piłsudski (1867-1935) : polityk, wódz, mąż stanu, pod red. Janusza </w:t>
            </w:r>
            <w:proofErr w:type="spellStart"/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Farysia</w:t>
            </w:r>
            <w:proofErr w:type="spellEnd"/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Toma</w:t>
            </w:r>
            <w:r w:rsidR="00A7092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sza Sikorskiego, Szczecin 2006.</w:t>
            </w:r>
          </w:p>
          <w:p w14:paraId="282F88B6" w14:textId="77777777" w:rsidR="002503DC" w:rsidRPr="002503DC" w:rsidRDefault="002503DC" w:rsidP="002503DC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W. Roszkowski, Najnowsza historia Polski 1914-1993,</w:t>
            </w:r>
            <w:r w:rsidR="00A7092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t. I 1914-1945, Warszawa 1945.</w:t>
            </w:r>
          </w:p>
          <w:p w14:paraId="7F14FE36" w14:textId="77777777" w:rsidR="002503DC" w:rsidRPr="002503DC" w:rsidRDefault="002503DC" w:rsidP="002503DC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Z. Rykowski, W. Władyka, Polska próba</w:t>
            </w:r>
            <w:r w:rsidR="00A7092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Październik '56. Kraków 1989.</w:t>
            </w:r>
          </w:p>
          <w:p w14:paraId="688FAE14" w14:textId="77777777" w:rsidR="002503DC" w:rsidRPr="002503DC" w:rsidRDefault="002503DC" w:rsidP="002503DC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A. </w:t>
            </w:r>
            <w:proofErr w:type="spellStart"/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Siwik</w:t>
            </w:r>
            <w:proofErr w:type="spellEnd"/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PPS na emigracji w latach 1945-1956. Kraków 1998.</w:t>
            </w:r>
          </w:p>
          <w:p w14:paraId="167F34F3" w14:textId="77777777" w:rsidR="002503DC" w:rsidRPr="002503DC" w:rsidRDefault="002503DC" w:rsidP="002503DC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A. L. Sowa, Od Drugiej do Trzeciej Rzeczypospolitej (1945–2001), Kraków – Warszawa 2003 </w:t>
            </w:r>
            <w:r w:rsidR="00A7092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[Wielka Historia Polski, t. 5].</w:t>
            </w:r>
          </w:p>
          <w:p w14:paraId="54215A81" w14:textId="77777777" w:rsidR="002503DC" w:rsidRPr="002503DC" w:rsidRDefault="002503DC" w:rsidP="002503DC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J. Tittenbrun, Upadek socjalizmu realnego</w:t>
            </w:r>
            <w:r w:rsidR="00A7092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 Polsce. Poznali 1992,</w:t>
            </w:r>
          </w:p>
          <w:p w14:paraId="709EF1EB" w14:textId="77777777" w:rsidR="002503DC" w:rsidRPr="002503DC" w:rsidRDefault="002503DC" w:rsidP="002503DC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W. </w:t>
            </w:r>
            <w:proofErr w:type="spellStart"/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Suleja</w:t>
            </w:r>
            <w:proofErr w:type="spellEnd"/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="00A7092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Józef Piłsudski, Wrocław 1995.</w:t>
            </w:r>
          </w:p>
          <w:p w14:paraId="438ADB1C" w14:textId="77777777" w:rsidR="002503DC" w:rsidRPr="002503DC" w:rsidRDefault="002503DC" w:rsidP="002503DC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P. </w:t>
            </w:r>
            <w:proofErr w:type="spellStart"/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Wandycz</w:t>
            </w:r>
            <w:proofErr w:type="spellEnd"/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Z Piłsudskim i Sikorskim August Zaleski minister spraw zagranicznych w latach 1926-1</w:t>
            </w:r>
            <w:r w:rsidR="00A7092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932 i 1939-1941, Warszawa 1999.</w:t>
            </w:r>
          </w:p>
          <w:p w14:paraId="5F6FF8EC" w14:textId="77777777" w:rsidR="002503DC" w:rsidRPr="002503DC" w:rsidRDefault="002503DC" w:rsidP="002503DC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R. Wapiński, Narodowa Demokracja 1893-1939 : ze studiów nad dziejami myśli n</w:t>
            </w:r>
            <w:r w:rsidR="00A7092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acjonalistycznej, Wrocław 1980.</w:t>
            </w:r>
          </w:p>
          <w:p w14:paraId="3A52CD21" w14:textId="77777777" w:rsidR="002503DC" w:rsidRPr="002503DC" w:rsidRDefault="676F3772" w:rsidP="002503DC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619F624C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R. Wapiński, Roman Dmowski, Lublin 1989.</w:t>
            </w:r>
          </w:p>
          <w:p w14:paraId="14C79BA9" w14:textId="77777777" w:rsidR="002503DC" w:rsidRPr="002503DC" w:rsidRDefault="00A70927" w:rsidP="002503DC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Źródła:</w:t>
            </w:r>
          </w:p>
          <w:p w14:paraId="0D8C5349" w14:textId="77777777" w:rsidR="002503DC" w:rsidRPr="002503DC" w:rsidRDefault="002503DC" w:rsidP="002503DC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Dokumenty z dziejów polskiej polityki zagranicznej 1918-1939, t. 1-2, pod red. Tadeusza </w:t>
            </w:r>
            <w:proofErr w:type="spellStart"/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Jędruszczaka</w:t>
            </w:r>
            <w:proofErr w:type="spellEnd"/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Marii Nowak - </w:t>
            </w:r>
            <w:proofErr w:type="spellStart"/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</w:t>
            </w:r>
            <w:r w:rsidR="00A7092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iełbikowej</w:t>
            </w:r>
            <w:proofErr w:type="spellEnd"/>
            <w:r w:rsidR="00A7092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Warszawa 1989-1996.</w:t>
            </w:r>
          </w:p>
          <w:p w14:paraId="6B8AC505" w14:textId="77777777" w:rsidR="002503DC" w:rsidRPr="002503DC" w:rsidRDefault="002503DC" w:rsidP="002503DC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Polskie Dokumenty Dyplomatyczne za lata: 1918</w:t>
            </w:r>
            <w:r w:rsidR="00A7092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1931, 1932, 1936, 1939, 1940,</w:t>
            </w:r>
          </w:p>
          <w:p w14:paraId="6C5F2323" w14:textId="77777777" w:rsidR="002503DC" w:rsidRPr="009C54AE" w:rsidRDefault="002503DC" w:rsidP="002503D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Sprawy polskie na Konferencji Pokojowej w Paryżu w 1919 r. Dokumenty i materiały, t. 1-3, pod red. Remigiusza </w:t>
            </w:r>
            <w:proofErr w:type="spellStart"/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Bierzanka</w:t>
            </w:r>
            <w:proofErr w:type="spellEnd"/>
            <w:r w:rsidRPr="002503D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Józefa Kukułki, Warszawa 1965-1968.</w:t>
            </w:r>
          </w:p>
        </w:tc>
      </w:tr>
    </w:tbl>
    <w:p w14:paraId="6A76231F" w14:textId="77777777" w:rsidR="007A6513" w:rsidRDefault="007A651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5DB456E3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7A6513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62AB73" w14:textId="77777777" w:rsidR="00BC7D52" w:rsidRDefault="00BC7D52" w:rsidP="00C16ABF">
      <w:pPr>
        <w:spacing w:after="0" w:line="240" w:lineRule="auto"/>
      </w:pPr>
      <w:r>
        <w:separator/>
      </w:r>
    </w:p>
  </w:endnote>
  <w:endnote w:type="continuationSeparator" w:id="0">
    <w:p w14:paraId="0B440CFA" w14:textId="77777777" w:rsidR="00BC7D52" w:rsidRDefault="00BC7D5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0B65D8" w14:textId="77777777" w:rsidR="00BC7D52" w:rsidRDefault="00BC7D52" w:rsidP="00C16ABF">
      <w:pPr>
        <w:spacing w:after="0" w:line="240" w:lineRule="auto"/>
      </w:pPr>
      <w:r>
        <w:separator/>
      </w:r>
    </w:p>
  </w:footnote>
  <w:footnote w:type="continuationSeparator" w:id="0">
    <w:p w14:paraId="70DA2518" w14:textId="77777777" w:rsidR="00BC7D52" w:rsidRDefault="00BC7D52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7917478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4CB7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2B7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07CF"/>
    <w:rsid w:val="001862AB"/>
    <w:rsid w:val="00192F37"/>
    <w:rsid w:val="001A08E3"/>
    <w:rsid w:val="001A0915"/>
    <w:rsid w:val="001A70D2"/>
    <w:rsid w:val="001C425E"/>
    <w:rsid w:val="001D657B"/>
    <w:rsid w:val="001D7B54"/>
    <w:rsid w:val="001E0209"/>
    <w:rsid w:val="001F2CA2"/>
    <w:rsid w:val="002144C0"/>
    <w:rsid w:val="002163EE"/>
    <w:rsid w:val="0022308A"/>
    <w:rsid w:val="0022477D"/>
    <w:rsid w:val="002278A9"/>
    <w:rsid w:val="002336F9"/>
    <w:rsid w:val="0024028F"/>
    <w:rsid w:val="00244ABC"/>
    <w:rsid w:val="002503DC"/>
    <w:rsid w:val="00254392"/>
    <w:rsid w:val="002719F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C27"/>
    <w:rsid w:val="002C7034"/>
    <w:rsid w:val="002D3375"/>
    <w:rsid w:val="002D73D4"/>
    <w:rsid w:val="002F02A3"/>
    <w:rsid w:val="002F4ABE"/>
    <w:rsid w:val="003018BA"/>
    <w:rsid w:val="0030395F"/>
    <w:rsid w:val="00305C92"/>
    <w:rsid w:val="003151C5"/>
    <w:rsid w:val="00322FDF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1EA1"/>
    <w:rsid w:val="003E2FE6"/>
    <w:rsid w:val="003E49D5"/>
    <w:rsid w:val="003F38C0"/>
    <w:rsid w:val="00404E87"/>
    <w:rsid w:val="00414E3C"/>
    <w:rsid w:val="0042244A"/>
    <w:rsid w:val="00424B06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1305"/>
    <w:rsid w:val="00543ACC"/>
    <w:rsid w:val="0056696D"/>
    <w:rsid w:val="005912C1"/>
    <w:rsid w:val="0059484D"/>
    <w:rsid w:val="005A0855"/>
    <w:rsid w:val="005A3196"/>
    <w:rsid w:val="005C080F"/>
    <w:rsid w:val="005C55E5"/>
    <w:rsid w:val="005C696A"/>
    <w:rsid w:val="005E1008"/>
    <w:rsid w:val="005E6E85"/>
    <w:rsid w:val="005F31D2"/>
    <w:rsid w:val="0061029B"/>
    <w:rsid w:val="00617230"/>
    <w:rsid w:val="00621CE1"/>
    <w:rsid w:val="00627FC9"/>
    <w:rsid w:val="006377F2"/>
    <w:rsid w:val="00647FA8"/>
    <w:rsid w:val="00650C5F"/>
    <w:rsid w:val="00654934"/>
    <w:rsid w:val="006620D9"/>
    <w:rsid w:val="00671958"/>
    <w:rsid w:val="00675843"/>
    <w:rsid w:val="00696477"/>
    <w:rsid w:val="006C5E0A"/>
    <w:rsid w:val="006D050F"/>
    <w:rsid w:val="006D6139"/>
    <w:rsid w:val="006E5D65"/>
    <w:rsid w:val="006E7BB8"/>
    <w:rsid w:val="006F1282"/>
    <w:rsid w:val="006F1FBC"/>
    <w:rsid w:val="006F31E2"/>
    <w:rsid w:val="00706544"/>
    <w:rsid w:val="007072BA"/>
    <w:rsid w:val="00712348"/>
    <w:rsid w:val="00713A26"/>
    <w:rsid w:val="0071620A"/>
    <w:rsid w:val="00724561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513"/>
    <w:rsid w:val="007A6E6E"/>
    <w:rsid w:val="007C3299"/>
    <w:rsid w:val="007C3BCC"/>
    <w:rsid w:val="007C4546"/>
    <w:rsid w:val="007D6E56"/>
    <w:rsid w:val="007F1652"/>
    <w:rsid w:val="007F4155"/>
    <w:rsid w:val="00804EB8"/>
    <w:rsid w:val="0081554D"/>
    <w:rsid w:val="0081707E"/>
    <w:rsid w:val="00827D9E"/>
    <w:rsid w:val="008449B3"/>
    <w:rsid w:val="0085747A"/>
    <w:rsid w:val="00884922"/>
    <w:rsid w:val="00885F64"/>
    <w:rsid w:val="008917F9"/>
    <w:rsid w:val="008A45F7"/>
    <w:rsid w:val="008A58E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621E"/>
    <w:rsid w:val="009508DF"/>
    <w:rsid w:val="00950DAC"/>
    <w:rsid w:val="00954A07"/>
    <w:rsid w:val="00981FB7"/>
    <w:rsid w:val="009942AC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927"/>
    <w:rsid w:val="00A84C85"/>
    <w:rsid w:val="00A920E6"/>
    <w:rsid w:val="00A97DE1"/>
    <w:rsid w:val="00AB053C"/>
    <w:rsid w:val="00AC4FC7"/>
    <w:rsid w:val="00AC5D9B"/>
    <w:rsid w:val="00AD083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227"/>
    <w:rsid w:val="00B8056E"/>
    <w:rsid w:val="00B819C8"/>
    <w:rsid w:val="00B82308"/>
    <w:rsid w:val="00B90885"/>
    <w:rsid w:val="00B9151C"/>
    <w:rsid w:val="00BB520A"/>
    <w:rsid w:val="00BC5C51"/>
    <w:rsid w:val="00BC7D52"/>
    <w:rsid w:val="00BD3869"/>
    <w:rsid w:val="00BD66E9"/>
    <w:rsid w:val="00BD6FF4"/>
    <w:rsid w:val="00BE37EE"/>
    <w:rsid w:val="00BF2C41"/>
    <w:rsid w:val="00C058B4"/>
    <w:rsid w:val="00C05F44"/>
    <w:rsid w:val="00C131B5"/>
    <w:rsid w:val="00C16ABF"/>
    <w:rsid w:val="00C170AE"/>
    <w:rsid w:val="00C26CB7"/>
    <w:rsid w:val="00C324C1"/>
    <w:rsid w:val="00C349FD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5982"/>
    <w:rsid w:val="00DA2114"/>
    <w:rsid w:val="00DA385A"/>
    <w:rsid w:val="00DE09C0"/>
    <w:rsid w:val="00DE4A14"/>
    <w:rsid w:val="00DF320D"/>
    <w:rsid w:val="00DF71C8"/>
    <w:rsid w:val="00E129B8"/>
    <w:rsid w:val="00E21E7D"/>
    <w:rsid w:val="00E22FBC"/>
    <w:rsid w:val="00E232C0"/>
    <w:rsid w:val="00E24BF5"/>
    <w:rsid w:val="00E25338"/>
    <w:rsid w:val="00E377F3"/>
    <w:rsid w:val="00E51E44"/>
    <w:rsid w:val="00E63348"/>
    <w:rsid w:val="00E70E5D"/>
    <w:rsid w:val="00E77E88"/>
    <w:rsid w:val="00E8107D"/>
    <w:rsid w:val="00E960BB"/>
    <w:rsid w:val="00EA2074"/>
    <w:rsid w:val="00EA4832"/>
    <w:rsid w:val="00EA4E9D"/>
    <w:rsid w:val="00EC0BA6"/>
    <w:rsid w:val="00EC4899"/>
    <w:rsid w:val="00ED03AB"/>
    <w:rsid w:val="00ED32D2"/>
    <w:rsid w:val="00EE2A2F"/>
    <w:rsid w:val="00EE32DE"/>
    <w:rsid w:val="00EE5457"/>
    <w:rsid w:val="00F00EA3"/>
    <w:rsid w:val="00F070AB"/>
    <w:rsid w:val="00F0777D"/>
    <w:rsid w:val="00F17567"/>
    <w:rsid w:val="00F27A7B"/>
    <w:rsid w:val="00F526AF"/>
    <w:rsid w:val="00F617C3"/>
    <w:rsid w:val="00F7066B"/>
    <w:rsid w:val="00F70C91"/>
    <w:rsid w:val="00F83B28"/>
    <w:rsid w:val="00F91335"/>
    <w:rsid w:val="00FA46E5"/>
    <w:rsid w:val="00FB7DBA"/>
    <w:rsid w:val="00FC12E9"/>
    <w:rsid w:val="00FC1C25"/>
    <w:rsid w:val="00FC3F45"/>
    <w:rsid w:val="00FD503F"/>
    <w:rsid w:val="00FD7589"/>
    <w:rsid w:val="00FF016A"/>
    <w:rsid w:val="00FF1401"/>
    <w:rsid w:val="00FF5E7D"/>
    <w:rsid w:val="03007BEE"/>
    <w:rsid w:val="08FC5D9E"/>
    <w:rsid w:val="0E7FC9B5"/>
    <w:rsid w:val="1024B74C"/>
    <w:rsid w:val="158801CC"/>
    <w:rsid w:val="1723257B"/>
    <w:rsid w:val="1F94A1FB"/>
    <w:rsid w:val="22830511"/>
    <w:rsid w:val="245D2195"/>
    <w:rsid w:val="29100298"/>
    <w:rsid w:val="2AB33ABC"/>
    <w:rsid w:val="36EC5385"/>
    <w:rsid w:val="3E29102C"/>
    <w:rsid w:val="4E62D897"/>
    <w:rsid w:val="513D88FD"/>
    <w:rsid w:val="53809DB9"/>
    <w:rsid w:val="54B8F1BE"/>
    <w:rsid w:val="60BEE5C9"/>
    <w:rsid w:val="619F624C"/>
    <w:rsid w:val="62110552"/>
    <w:rsid w:val="62A26B86"/>
    <w:rsid w:val="64B901D5"/>
    <w:rsid w:val="676F3772"/>
    <w:rsid w:val="680EA3D0"/>
    <w:rsid w:val="6AC010F1"/>
    <w:rsid w:val="6BC0E48E"/>
    <w:rsid w:val="6DDCFE34"/>
    <w:rsid w:val="743C643A"/>
    <w:rsid w:val="75AE1C9F"/>
    <w:rsid w:val="776892DF"/>
    <w:rsid w:val="7F23B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E7DAE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0C9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0C91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0C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53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7B959-EAE6-4A9F-A99B-948588F91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6</Pages>
  <Words>1427</Words>
  <Characters>8564</Characters>
  <Application>Microsoft Office Word</Application>
  <DocSecurity>0</DocSecurity>
  <Lines>71</Lines>
  <Paragraphs>19</Paragraphs>
  <ScaleCrop>false</ScaleCrop>
  <Company>Hewlett-Packard Company</Company>
  <LinksUpToDate>false</LinksUpToDate>
  <CharactersWithSpaces>9972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Przemysław Maj</cp:lastModifiedBy>
  <cp:revision>5</cp:revision>
  <cp:lastPrinted>2019-02-06T12:12:00Z</cp:lastPrinted>
  <dcterms:created xsi:type="dcterms:W3CDTF">2024-10-03T11:54:00Z</dcterms:created>
  <dcterms:modified xsi:type="dcterms:W3CDTF">2025-11-14T21:36:00Z</dcterms:modified>
</cp:coreProperties>
</file>